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057" w:rsidRPr="002A6370" w:rsidRDefault="00D95366" w:rsidP="00456057">
      <w:pPr>
        <w:jc w:val="center"/>
        <w:rPr>
          <w:rFonts w:asciiTheme="majorEastAsia" w:eastAsiaTheme="majorEastAsia" w:hAnsiTheme="majorEastAsia"/>
          <w:sz w:val="2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</w:rPr>
        <w:t>令和２</w:t>
      </w:r>
      <w:r w:rsidR="002D79F4" w:rsidRPr="002A6370">
        <w:rPr>
          <w:rFonts w:asciiTheme="majorEastAsia" w:eastAsiaTheme="majorEastAsia" w:hAnsiTheme="majorEastAsia"/>
          <w:sz w:val="20"/>
        </w:rPr>
        <w:t>年度</w:t>
      </w:r>
      <w:r w:rsidR="00764DD5" w:rsidRPr="002A6370">
        <w:rPr>
          <w:rFonts w:asciiTheme="majorEastAsia" w:eastAsiaTheme="majorEastAsia" w:hAnsiTheme="majorEastAsia"/>
          <w:sz w:val="20"/>
        </w:rPr>
        <w:t>秋田大学教育文化学部国際交流等学術研究交流基金の</w:t>
      </w:r>
      <w:r w:rsidR="00456057" w:rsidRPr="002A6370">
        <w:rPr>
          <w:rFonts w:asciiTheme="majorEastAsia" w:eastAsiaTheme="majorEastAsia" w:hAnsiTheme="majorEastAsia"/>
          <w:sz w:val="20"/>
        </w:rPr>
        <w:t>助成事業</w:t>
      </w:r>
    </w:p>
    <w:p w:rsidR="00820405" w:rsidRPr="00FD6532" w:rsidRDefault="00456057" w:rsidP="00456057">
      <w:pPr>
        <w:jc w:val="center"/>
        <w:rPr>
          <w:rFonts w:asciiTheme="majorEastAsia" w:eastAsiaTheme="majorEastAsia" w:hAnsiTheme="majorEastAsia"/>
          <w:sz w:val="24"/>
        </w:rPr>
      </w:pPr>
      <w:r w:rsidRPr="00FD6532">
        <w:rPr>
          <w:rFonts w:asciiTheme="majorEastAsia" w:eastAsiaTheme="majorEastAsia" w:hAnsiTheme="majorEastAsia"/>
          <w:sz w:val="24"/>
        </w:rPr>
        <w:t>志望理由書</w:t>
      </w:r>
    </w:p>
    <w:p w:rsidR="00456057" w:rsidRDefault="00456057"/>
    <w:p w:rsidR="00456057" w:rsidRDefault="00456057">
      <w:r>
        <w:rPr>
          <w:rFonts w:hint="eastAsia"/>
        </w:rPr>
        <w:t>１．氏名（フリガナ）</w:t>
      </w:r>
    </w:p>
    <w:p w:rsidR="00456057" w:rsidRDefault="00456057"/>
    <w:p w:rsidR="00456057" w:rsidRDefault="00456057"/>
    <w:p w:rsidR="00456057" w:rsidRDefault="00456057">
      <w:r>
        <w:rPr>
          <w:rFonts w:hint="eastAsia"/>
        </w:rPr>
        <w:t>２．所属等</w:t>
      </w:r>
    </w:p>
    <w:p w:rsidR="00456057" w:rsidRPr="00086041" w:rsidRDefault="00D44D44">
      <w:r>
        <w:rPr>
          <w:rFonts w:hint="eastAsia"/>
        </w:rPr>
        <w:t>（</w:t>
      </w:r>
      <w:r w:rsidR="00456057">
        <w:rPr>
          <w:rFonts w:hint="eastAsia"/>
        </w:rPr>
        <w:t>課程</w:t>
      </w:r>
      <w:r w:rsidR="00CB4B2C" w:rsidRPr="00086041">
        <w:rPr>
          <w:rFonts w:hint="eastAsia"/>
        </w:rPr>
        <w:t>・コース</w:t>
      </w:r>
      <w:r w:rsidRPr="00086041">
        <w:rPr>
          <w:rFonts w:hint="eastAsia"/>
        </w:rPr>
        <w:t xml:space="preserve"> / </w:t>
      </w:r>
      <w:r w:rsidRPr="00086041">
        <w:rPr>
          <w:rFonts w:hint="eastAsia"/>
        </w:rPr>
        <w:t>学科・コース</w:t>
      </w:r>
      <w:r w:rsidR="00456057" w:rsidRPr="00086041">
        <w:rPr>
          <w:rFonts w:hint="eastAsia"/>
        </w:rPr>
        <w:t>）</w:t>
      </w:r>
    </w:p>
    <w:p w:rsidR="00456057" w:rsidRDefault="00456057">
      <w:r>
        <w:rPr>
          <w:rFonts w:hint="eastAsia"/>
        </w:rPr>
        <w:t>（学年）</w:t>
      </w:r>
    </w:p>
    <w:p w:rsidR="00456057" w:rsidRDefault="00456057">
      <w:r>
        <w:rPr>
          <w:rFonts w:hint="eastAsia"/>
        </w:rPr>
        <w:t>（学籍番号）</w:t>
      </w:r>
    </w:p>
    <w:p w:rsidR="00456057" w:rsidRDefault="00456057"/>
    <w:p w:rsidR="00456057" w:rsidRDefault="00456057">
      <w:r>
        <w:rPr>
          <w:rFonts w:hint="eastAsia"/>
        </w:rPr>
        <w:t>３．</w:t>
      </w:r>
      <w:r w:rsidR="00764DD5">
        <w:rPr>
          <w:rFonts w:hint="eastAsia"/>
        </w:rPr>
        <w:t>派遣・</w:t>
      </w:r>
      <w:r>
        <w:rPr>
          <w:rFonts w:hint="eastAsia"/>
        </w:rPr>
        <w:t>留学希望先大学名</w:t>
      </w:r>
    </w:p>
    <w:p w:rsidR="00456057" w:rsidRDefault="00456057"/>
    <w:p w:rsidR="00456057" w:rsidRDefault="00456057"/>
    <w:p w:rsidR="00456057" w:rsidRDefault="00177FFE">
      <w:r>
        <w:rPr>
          <w:rFonts w:hint="eastAsia"/>
        </w:rPr>
        <w:t>４．</w:t>
      </w:r>
      <w:r w:rsidR="00456057">
        <w:rPr>
          <w:rFonts w:hint="eastAsia"/>
        </w:rPr>
        <w:t>志望理由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５．帰国後，本学部の国際</w:t>
      </w:r>
      <w:r w:rsidR="00705003" w:rsidRPr="00086041">
        <w:rPr>
          <w:rFonts w:hint="eastAsia"/>
        </w:rPr>
        <w:t>化の発展</w:t>
      </w:r>
      <w:r w:rsidRPr="00086041">
        <w:rPr>
          <w:rFonts w:hint="eastAsia"/>
        </w:rPr>
        <w:t>にど</w:t>
      </w:r>
      <w:r>
        <w:rPr>
          <w:rFonts w:hint="eastAsia"/>
        </w:rPr>
        <w:t>のように貢献するつもりか記入してください。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提出先：各事業の担当教員</w:t>
      </w:r>
    </w:p>
    <w:sectPr w:rsidR="004560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CD" w:rsidRDefault="00974BCD" w:rsidP="0050235A">
      <w:r>
        <w:separator/>
      </w:r>
    </w:p>
  </w:endnote>
  <w:endnote w:type="continuationSeparator" w:id="0">
    <w:p w:rsidR="00974BCD" w:rsidRDefault="00974BCD" w:rsidP="0050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CD" w:rsidRDefault="00974BCD" w:rsidP="0050235A">
      <w:r>
        <w:separator/>
      </w:r>
    </w:p>
  </w:footnote>
  <w:footnote w:type="continuationSeparator" w:id="0">
    <w:p w:rsidR="00974BCD" w:rsidRDefault="00974BCD" w:rsidP="00502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57"/>
    <w:rsid w:val="00004B5C"/>
    <w:rsid w:val="00025C9C"/>
    <w:rsid w:val="00025D23"/>
    <w:rsid w:val="000519AF"/>
    <w:rsid w:val="000667AA"/>
    <w:rsid w:val="00077B76"/>
    <w:rsid w:val="000818C2"/>
    <w:rsid w:val="00084072"/>
    <w:rsid w:val="00086041"/>
    <w:rsid w:val="000A6411"/>
    <w:rsid w:val="000C1DEB"/>
    <w:rsid w:val="000C6610"/>
    <w:rsid w:val="000E7839"/>
    <w:rsid w:val="000F0A73"/>
    <w:rsid w:val="000F7BFC"/>
    <w:rsid w:val="0010088C"/>
    <w:rsid w:val="00100B81"/>
    <w:rsid w:val="001039CC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77FFE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A6370"/>
    <w:rsid w:val="002D79F4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2F3"/>
    <w:rsid w:val="004146C9"/>
    <w:rsid w:val="00414961"/>
    <w:rsid w:val="00420851"/>
    <w:rsid w:val="00430F6E"/>
    <w:rsid w:val="0044003E"/>
    <w:rsid w:val="004449D0"/>
    <w:rsid w:val="00445661"/>
    <w:rsid w:val="00446485"/>
    <w:rsid w:val="0045207B"/>
    <w:rsid w:val="00456057"/>
    <w:rsid w:val="0046768D"/>
    <w:rsid w:val="00476831"/>
    <w:rsid w:val="0049160B"/>
    <w:rsid w:val="004B1FCB"/>
    <w:rsid w:val="004B7231"/>
    <w:rsid w:val="004C092A"/>
    <w:rsid w:val="004C41B1"/>
    <w:rsid w:val="004C7B55"/>
    <w:rsid w:val="004D6BEA"/>
    <w:rsid w:val="004E014C"/>
    <w:rsid w:val="004E25C2"/>
    <w:rsid w:val="004E71B8"/>
    <w:rsid w:val="004E7336"/>
    <w:rsid w:val="004F5FED"/>
    <w:rsid w:val="0050235A"/>
    <w:rsid w:val="005229AD"/>
    <w:rsid w:val="00532602"/>
    <w:rsid w:val="005359EA"/>
    <w:rsid w:val="005439B5"/>
    <w:rsid w:val="00546AB1"/>
    <w:rsid w:val="00557700"/>
    <w:rsid w:val="00566699"/>
    <w:rsid w:val="005B49E9"/>
    <w:rsid w:val="005B5475"/>
    <w:rsid w:val="005E6330"/>
    <w:rsid w:val="005F0E1F"/>
    <w:rsid w:val="005F33C0"/>
    <w:rsid w:val="00600D39"/>
    <w:rsid w:val="00601401"/>
    <w:rsid w:val="0060379B"/>
    <w:rsid w:val="006170C3"/>
    <w:rsid w:val="00622ADF"/>
    <w:rsid w:val="00680701"/>
    <w:rsid w:val="00683879"/>
    <w:rsid w:val="00694F7E"/>
    <w:rsid w:val="00696671"/>
    <w:rsid w:val="006A068C"/>
    <w:rsid w:val="006B6A09"/>
    <w:rsid w:val="006B785F"/>
    <w:rsid w:val="006C7761"/>
    <w:rsid w:val="006F52DA"/>
    <w:rsid w:val="006F60D9"/>
    <w:rsid w:val="006F709D"/>
    <w:rsid w:val="00705003"/>
    <w:rsid w:val="00732688"/>
    <w:rsid w:val="00735DA5"/>
    <w:rsid w:val="00741C1E"/>
    <w:rsid w:val="00741DA6"/>
    <w:rsid w:val="00743110"/>
    <w:rsid w:val="00763F36"/>
    <w:rsid w:val="00764DD5"/>
    <w:rsid w:val="00766A8C"/>
    <w:rsid w:val="00772D21"/>
    <w:rsid w:val="00791CF7"/>
    <w:rsid w:val="00791EC3"/>
    <w:rsid w:val="007A2EF5"/>
    <w:rsid w:val="007C2058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A5AB5"/>
    <w:rsid w:val="008B4644"/>
    <w:rsid w:val="008B49C0"/>
    <w:rsid w:val="008E0B04"/>
    <w:rsid w:val="009063CC"/>
    <w:rsid w:val="00922DD6"/>
    <w:rsid w:val="00931BD7"/>
    <w:rsid w:val="009463B6"/>
    <w:rsid w:val="009473E9"/>
    <w:rsid w:val="00952A7D"/>
    <w:rsid w:val="00974BCD"/>
    <w:rsid w:val="00976FD3"/>
    <w:rsid w:val="00981AAC"/>
    <w:rsid w:val="00991A58"/>
    <w:rsid w:val="00994A28"/>
    <w:rsid w:val="00997FB7"/>
    <w:rsid w:val="009A0554"/>
    <w:rsid w:val="009A6B93"/>
    <w:rsid w:val="009D5839"/>
    <w:rsid w:val="009E03A7"/>
    <w:rsid w:val="00A048B8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90D94"/>
    <w:rsid w:val="00BC4DD6"/>
    <w:rsid w:val="00BD5483"/>
    <w:rsid w:val="00BD5D1C"/>
    <w:rsid w:val="00BD7B13"/>
    <w:rsid w:val="00BF5A46"/>
    <w:rsid w:val="00C22AC6"/>
    <w:rsid w:val="00C53166"/>
    <w:rsid w:val="00C55FA6"/>
    <w:rsid w:val="00C66F0C"/>
    <w:rsid w:val="00C72D93"/>
    <w:rsid w:val="00C84E84"/>
    <w:rsid w:val="00C96734"/>
    <w:rsid w:val="00CB4B2C"/>
    <w:rsid w:val="00CE703B"/>
    <w:rsid w:val="00D00825"/>
    <w:rsid w:val="00D05001"/>
    <w:rsid w:val="00D05045"/>
    <w:rsid w:val="00D056E3"/>
    <w:rsid w:val="00D06303"/>
    <w:rsid w:val="00D10BD4"/>
    <w:rsid w:val="00D16C93"/>
    <w:rsid w:val="00D2369F"/>
    <w:rsid w:val="00D32E34"/>
    <w:rsid w:val="00D33822"/>
    <w:rsid w:val="00D4159D"/>
    <w:rsid w:val="00D42B74"/>
    <w:rsid w:val="00D44D44"/>
    <w:rsid w:val="00D607CC"/>
    <w:rsid w:val="00D6129D"/>
    <w:rsid w:val="00D8025E"/>
    <w:rsid w:val="00D87B10"/>
    <w:rsid w:val="00D95366"/>
    <w:rsid w:val="00DA078D"/>
    <w:rsid w:val="00DA654D"/>
    <w:rsid w:val="00DB16D2"/>
    <w:rsid w:val="00DC5E11"/>
    <w:rsid w:val="00DD0B59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5D64"/>
    <w:rsid w:val="00E83BA2"/>
    <w:rsid w:val="00EA6C8E"/>
    <w:rsid w:val="00EF085A"/>
    <w:rsid w:val="00F02F23"/>
    <w:rsid w:val="00F03C61"/>
    <w:rsid w:val="00F12241"/>
    <w:rsid w:val="00F1250D"/>
    <w:rsid w:val="00F46D2A"/>
    <w:rsid w:val="00F7002D"/>
    <w:rsid w:val="00F70317"/>
    <w:rsid w:val="00F75CB2"/>
    <w:rsid w:val="00F910C5"/>
    <w:rsid w:val="00F9592C"/>
    <w:rsid w:val="00FC50AF"/>
    <w:rsid w:val="00FD0D41"/>
    <w:rsid w:val="00FD6532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70D8A0C-109B-4F70-B2B3-6C3D51C3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5A"/>
  </w:style>
  <w:style w:type="paragraph" w:styleId="a5">
    <w:name w:val="footer"/>
    <w:basedOn w:val="a"/>
    <w:link w:val="a6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E70032E6</Template>
  <TotalTime>25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Akita University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21134971</cp:lastModifiedBy>
  <cp:revision>16</cp:revision>
  <cp:lastPrinted>2019-12-04T00:04:00Z</cp:lastPrinted>
  <dcterms:created xsi:type="dcterms:W3CDTF">2018-03-14T09:25:00Z</dcterms:created>
  <dcterms:modified xsi:type="dcterms:W3CDTF">2019-12-04T01:11:00Z</dcterms:modified>
</cp:coreProperties>
</file>